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54FFD" w14:textId="77777777" w:rsidR="008B577D" w:rsidRPr="00CF73E1" w:rsidRDefault="00997F14" w:rsidP="008B577D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953"/>
      <w:bookmarkStart w:id="1" w:name="_Hlk201668836"/>
      <w:r w:rsidR="008B577D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8EA9578" w14:textId="77777777" w:rsidR="008B577D" w:rsidRPr="009C54AE" w:rsidRDefault="008B577D" w:rsidP="008B57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750079" w14:textId="77777777" w:rsidR="008B577D" w:rsidRDefault="008B577D" w:rsidP="008B57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35A000AB" w14:textId="77777777" w:rsidR="008B577D" w:rsidRPr="00B169DF" w:rsidRDefault="008B577D" w:rsidP="008B57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6466A60" w14:textId="77777777" w:rsidR="008B577D" w:rsidRPr="00A93C55" w:rsidRDefault="008B577D" w:rsidP="008B57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1E298846" w14:textId="666BBEF0" w:rsidR="0085747A" w:rsidRPr="00B169DF" w:rsidRDefault="0085747A" w:rsidP="008B577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20BB9217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Modele wielokulturowości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42988394" w:rsidR="0085747A" w:rsidRPr="00B169DF" w:rsidRDefault="008B5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7481AC49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08CAA57F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5BE67367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462F414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637DC389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54653D5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 semestr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EC2B4F2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93B2989" w:rsidR="00923D7D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6B5C0FB4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6C11B366" w:rsidR="0085747A" w:rsidRPr="00B169DF" w:rsidRDefault="00916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DCD97F7" w:rsidR="00015B8F" w:rsidRPr="00B169DF" w:rsidRDefault="003666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1B128160" w:rsidR="00015B8F" w:rsidRPr="00B169DF" w:rsidRDefault="009169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2FF9F766" w:rsidR="00015B8F" w:rsidRPr="00B169DF" w:rsidRDefault="009169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4B02E905" w:rsidR="0085747A" w:rsidRPr="00B41FC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1FC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5659E630" w:rsidR="0085747A" w:rsidRPr="00B41FCF" w:rsidRDefault="00B41FC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B41FCF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41FCF">
        <w:rPr>
          <w:rFonts w:ascii="Corbel" w:hAnsi="Corbel"/>
          <w:bCs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E231C0">
        <w:rPr>
          <w:rFonts w:ascii="Corbel" w:hAnsi="Corbel"/>
          <w:bCs/>
          <w:smallCaps w:val="0"/>
          <w:szCs w:val="24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E216F8" w14:textId="4C194438" w:rsidR="0085747A" w:rsidRPr="00B169DF" w:rsidRDefault="0066540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wiadomości z zakresu historii Europy i świata oraz z zakresu kultury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DF0677" w14:textId="77777777" w:rsidR="00665403" w:rsidRDefault="0066540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65403" w:rsidRPr="009C54AE" w14:paraId="25A0EF4C" w14:textId="77777777" w:rsidTr="00AF0651">
        <w:tc>
          <w:tcPr>
            <w:tcW w:w="844" w:type="dxa"/>
            <w:vAlign w:val="center"/>
          </w:tcPr>
          <w:p w14:paraId="132439F6" w14:textId="77777777" w:rsidR="00665403" w:rsidRPr="002964FC" w:rsidRDefault="00665403" w:rsidP="00AF0651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  <w:szCs w:val="26"/>
              </w:rPr>
            </w:pPr>
            <w:r w:rsidRPr="002964FC">
              <w:rPr>
                <w:b w:val="0"/>
                <w:sz w:val="26"/>
                <w:szCs w:val="26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FD0502E" w14:textId="710FF628" w:rsidR="00665403" w:rsidRPr="002964FC" w:rsidRDefault="00665403" w:rsidP="00AF0651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  <w:szCs w:val="26"/>
              </w:rPr>
            </w:pPr>
            <w:r w:rsidRPr="002964FC">
              <w:rPr>
                <w:b w:val="0"/>
                <w:sz w:val="26"/>
                <w:szCs w:val="26"/>
              </w:rPr>
              <w:t>Zapoznanie studentów z różnymi teoretycznymi modelami współistnienia kultur a także podkreślenie konieczności współpracy, wzajemnego szacunku i tolerancji w budowaniu relacji społecznych</w:t>
            </w:r>
            <w:r w:rsidR="00A21ED1">
              <w:rPr>
                <w:b w:val="0"/>
                <w:sz w:val="26"/>
                <w:szCs w:val="26"/>
              </w:rPr>
              <w:t>.</w:t>
            </w:r>
          </w:p>
        </w:tc>
      </w:tr>
      <w:tr w:rsidR="00665403" w:rsidRPr="009C54AE" w14:paraId="2C674F10" w14:textId="77777777" w:rsidTr="00AF0651">
        <w:tc>
          <w:tcPr>
            <w:tcW w:w="844" w:type="dxa"/>
            <w:vAlign w:val="center"/>
          </w:tcPr>
          <w:p w14:paraId="2A08F061" w14:textId="77777777" w:rsidR="00665403" w:rsidRPr="002964FC" w:rsidRDefault="00665403" w:rsidP="00AF0651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  <w:szCs w:val="26"/>
              </w:rPr>
            </w:pPr>
            <w:r w:rsidRPr="002964FC">
              <w:rPr>
                <w:b w:val="0"/>
                <w:sz w:val="26"/>
                <w:szCs w:val="26"/>
              </w:rPr>
              <w:t>C</w:t>
            </w: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8676" w:type="dxa"/>
            <w:vAlign w:val="center"/>
          </w:tcPr>
          <w:p w14:paraId="33FA94CD" w14:textId="350A944E" w:rsidR="00665403" w:rsidRPr="002964FC" w:rsidRDefault="00665403" w:rsidP="00AF0651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  <w:szCs w:val="26"/>
              </w:rPr>
            </w:pPr>
            <w:r w:rsidRPr="002964FC">
              <w:rPr>
                <w:b w:val="0"/>
                <w:sz w:val="26"/>
                <w:szCs w:val="26"/>
              </w:rPr>
              <w:t>Zapoznanie studentów z</w:t>
            </w:r>
            <w:r>
              <w:rPr>
                <w:b w:val="0"/>
                <w:sz w:val="26"/>
                <w:szCs w:val="26"/>
              </w:rPr>
              <w:t xml:space="preserve"> trudnościami</w:t>
            </w:r>
            <w:r w:rsidR="004505B5">
              <w:rPr>
                <w:b w:val="0"/>
                <w:sz w:val="26"/>
                <w:szCs w:val="26"/>
              </w:rPr>
              <w:t>,</w:t>
            </w:r>
            <w:r w:rsidRPr="002964FC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jakie wiążą się ze </w:t>
            </w:r>
            <w:r w:rsidRPr="002964FC">
              <w:rPr>
                <w:b w:val="0"/>
                <w:sz w:val="26"/>
                <w:szCs w:val="26"/>
              </w:rPr>
              <w:t>spotkani</w:t>
            </w:r>
            <w:r>
              <w:rPr>
                <w:b w:val="0"/>
                <w:sz w:val="26"/>
                <w:szCs w:val="26"/>
              </w:rPr>
              <w:t>em</w:t>
            </w:r>
            <w:r w:rsidRPr="002964FC">
              <w:rPr>
                <w:b w:val="0"/>
                <w:sz w:val="26"/>
                <w:szCs w:val="26"/>
              </w:rPr>
              <w:t xml:space="preserve"> różnych kultur w aspekcie politycznym, etycznym, historycznym i filozoficznym. </w:t>
            </w:r>
          </w:p>
          <w:p w14:paraId="2F2B54F7" w14:textId="29E817B4" w:rsidR="00665403" w:rsidRPr="002964FC" w:rsidRDefault="00665403" w:rsidP="00AF0651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  <w:szCs w:val="26"/>
              </w:rPr>
            </w:pPr>
            <w:r w:rsidRPr="002964FC">
              <w:rPr>
                <w:b w:val="0"/>
                <w:sz w:val="26"/>
                <w:szCs w:val="26"/>
              </w:rPr>
              <w:t xml:space="preserve">Przedstawienie teorii akcentujących konflikt kultur, religii i cywilizacji oraz teorii akcentujących potrzebę współistnienia i </w:t>
            </w:r>
            <w:r w:rsidR="000E12F0">
              <w:rPr>
                <w:b w:val="0"/>
                <w:sz w:val="26"/>
                <w:szCs w:val="26"/>
              </w:rPr>
              <w:t xml:space="preserve">wzajemnej </w:t>
            </w:r>
            <w:r w:rsidRPr="002964FC">
              <w:rPr>
                <w:b w:val="0"/>
                <w:sz w:val="26"/>
                <w:szCs w:val="26"/>
              </w:rPr>
              <w:t xml:space="preserve">życzliwości.    </w:t>
            </w:r>
          </w:p>
        </w:tc>
      </w:tr>
    </w:tbl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843"/>
      </w:tblGrid>
      <w:tr w:rsidR="002A0DAA" w:rsidRPr="002A0DAA" w14:paraId="3D88B850" w14:textId="77777777" w:rsidTr="00AF0651">
        <w:tc>
          <w:tcPr>
            <w:tcW w:w="1447" w:type="dxa"/>
            <w:vAlign w:val="center"/>
          </w:tcPr>
          <w:p w14:paraId="0F29591F" w14:textId="77777777" w:rsidR="002A0DAA" w:rsidRPr="002A0DAA" w:rsidRDefault="002A0DAA" w:rsidP="002A0D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78" w:type="dxa"/>
            <w:vAlign w:val="center"/>
          </w:tcPr>
          <w:p w14:paraId="404CA62C" w14:textId="77777777" w:rsidR="002A0DAA" w:rsidRPr="002A0DAA" w:rsidRDefault="002A0DAA" w:rsidP="002A0D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14:paraId="578FAA65" w14:textId="77777777" w:rsidR="002A0DAA" w:rsidRPr="002A0DAA" w:rsidRDefault="002A0DAA" w:rsidP="002A0D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2A0D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A0DAA" w:rsidRPr="002A0DAA" w14:paraId="107AC01B" w14:textId="77777777" w:rsidTr="00AF0651">
        <w:tc>
          <w:tcPr>
            <w:tcW w:w="1447" w:type="dxa"/>
          </w:tcPr>
          <w:p w14:paraId="4113A3D0" w14:textId="568F1D7A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</w:t>
            </w:r>
          </w:p>
        </w:tc>
        <w:tc>
          <w:tcPr>
            <w:tcW w:w="6378" w:type="dxa"/>
          </w:tcPr>
          <w:p w14:paraId="298038BB" w14:textId="74E0C6BF" w:rsidR="002A0DAA" w:rsidRPr="002A0DAA" w:rsidRDefault="002A0DAA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A21ED1">
              <w:rPr>
                <w:rFonts w:ascii="Corbel" w:hAnsi="Corbel"/>
                <w:sz w:val="24"/>
                <w:szCs w:val="24"/>
              </w:rPr>
              <w:t xml:space="preserve">terminologię dotyczącą problemu wielokulturowości a także </w:t>
            </w:r>
            <w:r w:rsidRPr="002A0DAA">
              <w:rPr>
                <w:rFonts w:ascii="Corbel" w:hAnsi="Corbel"/>
                <w:sz w:val="24"/>
                <w:szCs w:val="24"/>
              </w:rPr>
              <w:t>źródła filozoficznych i teoretycznych podstaw wielokulturowości, zna i potrafi stosować krytyczne argumenty pod adresem teorii wielokulturowości; posiada umiejętność oceny trafności w/w argumentów.</w:t>
            </w:r>
          </w:p>
        </w:tc>
        <w:tc>
          <w:tcPr>
            <w:tcW w:w="1843" w:type="dxa"/>
          </w:tcPr>
          <w:p w14:paraId="370D336D" w14:textId="7A519D4B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>K_W0</w:t>
            </w:r>
            <w:r w:rsidR="008C7C8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A0DAA" w:rsidRPr="002A0DAA" w14:paraId="50F6D6BC" w14:textId="77777777" w:rsidTr="00AF0651">
        <w:tc>
          <w:tcPr>
            <w:tcW w:w="1447" w:type="dxa"/>
          </w:tcPr>
          <w:p w14:paraId="502887AD" w14:textId="4B6ABF51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6378" w:type="dxa"/>
          </w:tcPr>
          <w:p w14:paraId="3DE9D6B5" w14:textId="092BE4F9" w:rsidR="002A0DAA" w:rsidRPr="002A0DAA" w:rsidRDefault="002A0DAA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 xml:space="preserve">Potrafi, posługując się właściwymi </w:t>
            </w:r>
            <w:r w:rsidR="00A21ED1">
              <w:rPr>
                <w:rFonts w:ascii="Corbel" w:hAnsi="Corbel"/>
                <w:sz w:val="24"/>
                <w:szCs w:val="24"/>
              </w:rPr>
              <w:t>ujęciami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 teoretycznymi, rozpoznać, zinterpretować i krytycznie analizować różnorakie teoretyczne modele wielokulturowości  oraz określić ich przydatność w praktyce</w:t>
            </w:r>
            <w:r w:rsidR="00A21ED1">
              <w:rPr>
                <w:rFonts w:ascii="Corbel" w:hAnsi="Corbel"/>
                <w:sz w:val="24"/>
                <w:szCs w:val="24"/>
              </w:rPr>
              <w:t xml:space="preserve"> społecznej i 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 politycznej</w:t>
            </w:r>
            <w:r w:rsidR="00FB578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EDEB5F2" w14:textId="7A56572E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>K_U0</w:t>
            </w:r>
            <w:r w:rsidR="008C7C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A0DAA" w:rsidRPr="002A0DAA" w14:paraId="18E5CCC9" w14:textId="77777777" w:rsidTr="00AF0651">
        <w:tc>
          <w:tcPr>
            <w:tcW w:w="1447" w:type="dxa"/>
          </w:tcPr>
          <w:p w14:paraId="2898D1A0" w14:textId="593A52C7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6378" w:type="dxa"/>
          </w:tcPr>
          <w:p w14:paraId="09AEAD1D" w14:textId="73FBCC2B" w:rsidR="002A0DAA" w:rsidRPr="002A0DAA" w:rsidRDefault="002A0DAA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>Jest gotów do krytycznej oceny posiadanej przez siebie wiedzy</w:t>
            </w:r>
            <w:r w:rsidR="000F4FBE">
              <w:rPr>
                <w:rFonts w:ascii="Corbel" w:hAnsi="Corbel"/>
                <w:sz w:val="24"/>
                <w:szCs w:val="24"/>
              </w:rPr>
              <w:t xml:space="preserve"> dotyczącej wielokulturowości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, przyjmowania nowych idei, </w:t>
            </w:r>
            <w:r w:rsidR="000F4FBE">
              <w:rPr>
                <w:rFonts w:ascii="Corbel" w:hAnsi="Corbel"/>
                <w:sz w:val="24"/>
                <w:szCs w:val="24"/>
              </w:rPr>
              <w:t xml:space="preserve">a także gotów do 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zmiany opinii </w:t>
            </w:r>
            <w:r w:rsidR="000F4FBE">
              <w:rPr>
                <w:rFonts w:ascii="Corbel" w:hAnsi="Corbel"/>
                <w:sz w:val="24"/>
                <w:szCs w:val="24"/>
              </w:rPr>
              <w:t>wobec</w:t>
            </w:r>
            <w:r w:rsidRPr="002A0DAA">
              <w:rPr>
                <w:rFonts w:ascii="Corbel" w:hAnsi="Corbel"/>
                <w:sz w:val="24"/>
                <w:szCs w:val="24"/>
              </w:rPr>
              <w:t xml:space="preserve"> nowych argumentów</w:t>
            </w:r>
            <w:r w:rsidR="00FB578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D33D7AD" w14:textId="1F3F32DD" w:rsidR="002A0DAA" w:rsidRPr="002A0DAA" w:rsidRDefault="003666D5" w:rsidP="002A0D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037CE9CE" w14:textId="77777777" w:rsidR="002A0DAA" w:rsidRDefault="002A0DA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156AB" w14:textId="77777777" w:rsidR="002A0DAA" w:rsidRPr="00B169DF" w:rsidRDefault="002A0DA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6172A8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6172A8">
        <w:tc>
          <w:tcPr>
            <w:tcW w:w="9520" w:type="dxa"/>
          </w:tcPr>
          <w:p w14:paraId="2427D1F3" w14:textId="7EC99B6C" w:rsidR="00C0394D" w:rsidRDefault="00C0394D" w:rsidP="00C039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DAA">
              <w:rPr>
                <w:rFonts w:ascii="Corbel" w:hAnsi="Corbel"/>
                <w:sz w:val="24"/>
                <w:szCs w:val="24"/>
              </w:rPr>
              <w:t>Definicja kultury</w:t>
            </w:r>
            <w:r w:rsidR="00B41FCF">
              <w:rPr>
                <w:rFonts w:ascii="Corbel" w:hAnsi="Corbel"/>
                <w:sz w:val="24"/>
                <w:szCs w:val="24"/>
              </w:rPr>
              <w:t xml:space="preserve"> i</w:t>
            </w:r>
            <w:r w:rsidR="00BE50CE">
              <w:rPr>
                <w:rFonts w:ascii="Corbel" w:hAnsi="Corbel"/>
                <w:sz w:val="24"/>
                <w:szCs w:val="24"/>
              </w:rPr>
              <w:t xml:space="preserve"> wielokulturowości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890626" w14:textId="783B9C9C" w:rsidR="00C0394D" w:rsidRPr="002A0DAA" w:rsidRDefault="00C0394D" w:rsidP="00C0394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Rozróżnienie </w:t>
            </w:r>
            <w:r w:rsidR="00E231C0">
              <w:rPr>
                <w:rFonts w:ascii="Corbel" w:hAnsi="Corbel"/>
                <w:sz w:val="24"/>
                <w:szCs w:val="24"/>
              </w:rPr>
              <w:t xml:space="preserve">terminów i </w:t>
            </w:r>
            <w:r>
              <w:rPr>
                <w:rFonts w:ascii="Corbel" w:hAnsi="Corbel"/>
                <w:sz w:val="24"/>
                <w:szCs w:val="24"/>
              </w:rPr>
              <w:t>zjawisk: wielokulturowość, wieloetniczność, multikulturalizm.</w:t>
            </w:r>
          </w:p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6172A8">
        <w:tc>
          <w:tcPr>
            <w:tcW w:w="9520" w:type="dxa"/>
          </w:tcPr>
          <w:p w14:paraId="2F07668E" w14:textId="64811C47" w:rsidR="00C0394D" w:rsidRDefault="00C0394D" w:rsidP="00C039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Krótka h</w:t>
            </w:r>
            <w:r w:rsidRPr="00C0394D">
              <w:rPr>
                <w:rFonts w:ascii="Corbel" w:hAnsi="Corbel"/>
                <w:sz w:val="24"/>
                <w:szCs w:val="24"/>
              </w:rPr>
              <w:t xml:space="preserve">istoria stosunku do innego/obcego od starożytności po czasy </w:t>
            </w:r>
            <w:r>
              <w:rPr>
                <w:rFonts w:ascii="Corbel" w:hAnsi="Corbel"/>
                <w:sz w:val="24"/>
                <w:szCs w:val="24"/>
              </w:rPr>
              <w:t>współczesne</w:t>
            </w:r>
            <w:r w:rsidRPr="00C0394D">
              <w:rPr>
                <w:rFonts w:ascii="Corbel" w:hAnsi="Corbel"/>
                <w:sz w:val="24"/>
                <w:szCs w:val="24"/>
              </w:rPr>
              <w:t>;</w:t>
            </w:r>
          </w:p>
          <w:p w14:paraId="0A2544AA" w14:textId="1C964D84" w:rsidR="0085747A" w:rsidRPr="006172A8" w:rsidRDefault="00C0394D" w:rsidP="00B41FC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2A8">
              <w:rPr>
                <w:rFonts w:ascii="Corbel" w:hAnsi="Corbel"/>
                <w:sz w:val="24"/>
                <w:szCs w:val="24"/>
              </w:rPr>
              <w:t xml:space="preserve">Stopnie „wchodzenia” w społeczeństwo: </w:t>
            </w:r>
            <w:r w:rsidR="00341D86" w:rsidRPr="006172A8">
              <w:rPr>
                <w:rFonts w:ascii="Corbel" w:hAnsi="Corbel"/>
                <w:sz w:val="24"/>
                <w:szCs w:val="24"/>
              </w:rPr>
              <w:t xml:space="preserve">(separacja), </w:t>
            </w:r>
            <w:r w:rsidRPr="006172A8">
              <w:rPr>
                <w:rFonts w:ascii="Corbel" w:hAnsi="Corbel"/>
                <w:sz w:val="24"/>
                <w:szCs w:val="24"/>
              </w:rPr>
              <w:t>adaptacja, integracja, asymilacja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394D" w:rsidRPr="00B169DF" w14:paraId="3A96DF0C" w14:textId="77777777" w:rsidTr="006172A8">
        <w:tc>
          <w:tcPr>
            <w:tcW w:w="9520" w:type="dxa"/>
          </w:tcPr>
          <w:p w14:paraId="737C03DF" w14:textId="77777777" w:rsidR="00C0394D" w:rsidRPr="00C0394D" w:rsidRDefault="00C0394D" w:rsidP="00C039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94D">
              <w:rPr>
                <w:rFonts w:ascii="Corbel" w:hAnsi="Corbel"/>
                <w:sz w:val="24"/>
                <w:szCs w:val="24"/>
              </w:rPr>
              <w:t>Filozoficzne, polityczne i społeczne źródła wielokulturowości:</w:t>
            </w:r>
          </w:p>
          <w:p w14:paraId="77AD7DA4" w14:textId="77777777" w:rsidR="00C0394D" w:rsidRPr="00C0394D" w:rsidRDefault="00C0394D" w:rsidP="00C0394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94D">
              <w:rPr>
                <w:rFonts w:ascii="Corbel" w:hAnsi="Corbel"/>
                <w:sz w:val="24"/>
                <w:szCs w:val="24"/>
              </w:rPr>
              <w:t>- filozoficzne: komunitaryzm, marksizm, postmodernizm, feminizm</w:t>
            </w:r>
          </w:p>
          <w:p w14:paraId="0F4B7764" w14:textId="77777777" w:rsidR="00C0394D" w:rsidRDefault="00C0394D" w:rsidP="00C0394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94D">
              <w:rPr>
                <w:rFonts w:ascii="Corbel" w:hAnsi="Corbel"/>
                <w:sz w:val="24"/>
                <w:szCs w:val="24"/>
              </w:rPr>
              <w:t xml:space="preserve">- polityczne i społeczne: </w:t>
            </w:r>
          </w:p>
          <w:p w14:paraId="55B9F1B1" w14:textId="13A00361" w:rsidR="00C0394D" w:rsidRPr="00C0394D" w:rsidRDefault="00C0394D" w:rsidP="00C0394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0394D">
              <w:rPr>
                <w:rFonts w:ascii="Corbel" w:hAnsi="Corbel"/>
                <w:sz w:val="24"/>
                <w:szCs w:val="24"/>
              </w:rPr>
              <w:t xml:space="preserve">ruchy praw obywatelskich lat 60-tych XX wieku; ruch kontrkultury; ruch antykolonialny, </w:t>
            </w:r>
          </w:p>
          <w:p w14:paraId="0E219D29" w14:textId="4D288E5B" w:rsidR="00C0394D" w:rsidRDefault="00C0394D" w:rsidP="00C0394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94D">
              <w:rPr>
                <w:rFonts w:ascii="Corbel" w:hAnsi="Corbel"/>
                <w:sz w:val="24"/>
                <w:szCs w:val="24"/>
              </w:rPr>
              <w:t>- procesy demograficzne (masowa imigracja)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394D" w:rsidRPr="00B169DF" w14:paraId="2A41242C" w14:textId="77777777" w:rsidTr="006172A8">
        <w:tc>
          <w:tcPr>
            <w:tcW w:w="9520" w:type="dxa"/>
          </w:tcPr>
          <w:p w14:paraId="2DA23E42" w14:textId="5F568E53" w:rsidR="006172A8" w:rsidRPr="006172A8" w:rsidRDefault="006172A8" w:rsidP="006172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2A8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wybranych</w:t>
            </w:r>
            <w:r w:rsidRPr="006172A8">
              <w:rPr>
                <w:rFonts w:ascii="Corbel" w:hAnsi="Corbel"/>
                <w:sz w:val="24"/>
                <w:szCs w:val="24"/>
              </w:rPr>
              <w:t xml:space="preserve"> koncepcji/modeli wielokulturowości:</w:t>
            </w:r>
          </w:p>
          <w:p w14:paraId="443B2399" w14:textId="0DA0B9A2" w:rsidR="006172A8" w:rsidRPr="006172A8" w:rsidRDefault="006172A8" w:rsidP="006172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172A8">
              <w:rPr>
                <w:rFonts w:ascii="Corbel" w:hAnsi="Corbel"/>
                <w:sz w:val="24"/>
                <w:szCs w:val="24"/>
              </w:rPr>
              <w:t>Charles Taylor i „polityka uznania”</w:t>
            </w:r>
          </w:p>
          <w:p w14:paraId="2BD17236" w14:textId="57CA4B69" w:rsidR="006172A8" w:rsidRPr="006172A8" w:rsidRDefault="006172A8" w:rsidP="006172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172A8">
              <w:rPr>
                <w:rFonts w:ascii="Corbel" w:hAnsi="Corbel"/>
                <w:sz w:val="24"/>
                <w:szCs w:val="24"/>
              </w:rPr>
              <w:t>Will Kymlicka: „pluralizm kulturowy” i „polityka różnicy”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  <w:p w14:paraId="6108D0DA" w14:textId="589E755C" w:rsidR="00C0394D" w:rsidRDefault="00C0394D" w:rsidP="006172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C0394D" w:rsidRPr="00B169DF" w14:paraId="5E83F5BC" w14:textId="77777777" w:rsidTr="006172A8">
        <w:tc>
          <w:tcPr>
            <w:tcW w:w="9520" w:type="dxa"/>
          </w:tcPr>
          <w:p w14:paraId="518782DD" w14:textId="6E687DDA" w:rsidR="006172A8" w:rsidRDefault="006172A8" w:rsidP="006172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koncepcji/modeli </w:t>
            </w:r>
            <w:r w:rsidR="003910E0">
              <w:rPr>
                <w:rFonts w:ascii="Corbel" w:hAnsi="Corbel"/>
                <w:sz w:val="24"/>
                <w:szCs w:val="24"/>
              </w:rPr>
              <w:t>wielokulturowości</w:t>
            </w:r>
            <w:r>
              <w:rPr>
                <w:rFonts w:ascii="Corbel" w:hAnsi="Corbel"/>
                <w:sz w:val="24"/>
                <w:szCs w:val="24"/>
              </w:rPr>
              <w:t xml:space="preserve"> – cd</w:t>
            </w:r>
          </w:p>
          <w:p w14:paraId="19A106DB" w14:textId="6C4AF477" w:rsidR="006172A8" w:rsidRDefault="006172A8" w:rsidP="006172A8">
            <w:pPr>
              <w:pStyle w:val="Akapitzlist"/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172A8">
              <w:rPr>
                <w:rFonts w:ascii="Corbel" w:hAnsi="Corbel"/>
                <w:sz w:val="24"/>
                <w:szCs w:val="24"/>
              </w:rPr>
              <w:t xml:space="preserve">Iris M. Young - krytyka imperializmu kulturowego i koncepcja </w:t>
            </w:r>
            <w:r w:rsidRPr="006172A8">
              <w:rPr>
                <w:rFonts w:ascii="Corbel" w:hAnsi="Corbel"/>
                <w:i/>
                <w:iCs/>
                <w:sz w:val="24"/>
                <w:szCs w:val="24"/>
              </w:rPr>
              <w:t>salad bowl</w:t>
            </w:r>
            <w:r w:rsidR="008C0F1E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</w:p>
          <w:p w14:paraId="35B1CB8D" w14:textId="6F56B42C" w:rsidR="0003185D" w:rsidRPr="006172A8" w:rsidRDefault="0003185D" w:rsidP="006172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-różnica pomiędzy melting pot </w:t>
            </w:r>
            <w:r w:rsidRPr="0003185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salat bowl</w:t>
            </w:r>
            <w:r w:rsidR="008C0F1E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</w:p>
          <w:p w14:paraId="71BC43DA" w14:textId="06BBD7E9" w:rsidR="00C0394D" w:rsidRDefault="0053439C" w:rsidP="006172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k</w:t>
            </w:r>
            <w:r w:rsidR="006172A8" w:rsidRPr="006172A8">
              <w:rPr>
                <w:rFonts w:ascii="Corbel" w:hAnsi="Corbel"/>
                <w:sz w:val="24"/>
                <w:szCs w:val="24"/>
              </w:rPr>
              <w:t>oncepcj</w:t>
            </w:r>
            <w:r w:rsidR="00B41FCF">
              <w:rPr>
                <w:rFonts w:ascii="Corbel" w:hAnsi="Corbel"/>
                <w:sz w:val="24"/>
                <w:szCs w:val="24"/>
              </w:rPr>
              <w:t>a</w:t>
            </w:r>
            <w:r w:rsidR="006172A8" w:rsidRPr="006172A8">
              <w:rPr>
                <w:rFonts w:ascii="Corbel" w:hAnsi="Corbel"/>
                <w:sz w:val="24"/>
                <w:szCs w:val="24"/>
              </w:rPr>
              <w:t xml:space="preserve"> J. Greya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394D" w:rsidRPr="00B169DF" w14:paraId="41DED91B" w14:textId="77777777" w:rsidTr="006172A8">
        <w:tc>
          <w:tcPr>
            <w:tcW w:w="9520" w:type="dxa"/>
          </w:tcPr>
          <w:p w14:paraId="7CE3952D" w14:textId="12917C6F" w:rsidR="00C0394D" w:rsidRDefault="006172A8" w:rsidP="00C0394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konkretnego przypadku: amerykańska droga od asymilacjonizmu do idei wielokulturowości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394D" w:rsidRPr="00B169DF" w14:paraId="6E0839CE" w14:textId="77777777" w:rsidTr="006172A8">
        <w:tc>
          <w:tcPr>
            <w:tcW w:w="9520" w:type="dxa"/>
          </w:tcPr>
          <w:p w14:paraId="29F094C8" w14:textId="725F63E5" w:rsidR="00341D86" w:rsidRPr="00341D86" w:rsidRDefault="00341D86" w:rsidP="00341D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1D86">
              <w:rPr>
                <w:rFonts w:ascii="Corbel" w:hAnsi="Corbel"/>
                <w:sz w:val="24"/>
                <w:szCs w:val="24"/>
              </w:rPr>
              <w:t xml:space="preserve">Krytyczne podejście do wielokulturowości </w:t>
            </w:r>
            <w:r w:rsidR="008C0F1E">
              <w:rPr>
                <w:rFonts w:ascii="Corbel" w:hAnsi="Corbel"/>
                <w:sz w:val="24"/>
                <w:szCs w:val="24"/>
              </w:rPr>
              <w:t>;</w:t>
            </w:r>
          </w:p>
          <w:p w14:paraId="186B78DB" w14:textId="5929F361" w:rsidR="00C0394D" w:rsidRDefault="00341D86" w:rsidP="00341D8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1D86">
              <w:rPr>
                <w:rFonts w:ascii="Corbel" w:hAnsi="Corbel"/>
                <w:sz w:val="24"/>
                <w:szCs w:val="24"/>
              </w:rPr>
              <w:t>Problemy związane z wielokulturowością: etyczne, polityczne, prawne i społeczne</w:t>
            </w:r>
            <w:r w:rsidR="00DF3874">
              <w:rPr>
                <w:rFonts w:ascii="Corbel" w:hAnsi="Corbel"/>
                <w:sz w:val="24"/>
                <w:szCs w:val="24"/>
              </w:rPr>
              <w:t>, i sposoby radzenia sobie z nimi</w:t>
            </w:r>
            <w:r w:rsidR="008C0F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6172A8">
        <w:rPr>
          <w:rFonts w:ascii="Corbel" w:hAnsi="Corbel"/>
          <w:bCs/>
          <w:i/>
          <w:smallCaps w:val="0"/>
          <w:sz w:val="20"/>
          <w:szCs w:val="20"/>
        </w:rPr>
        <w:t>wykład</w:t>
      </w:r>
      <w:r w:rsidR="0085747A" w:rsidRPr="006172A8">
        <w:rPr>
          <w:rFonts w:ascii="Corbel" w:hAnsi="Corbel"/>
          <w:bCs/>
          <w:i/>
          <w:smallCaps w:val="0"/>
          <w:sz w:val="20"/>
          <w:szCs w:val="20"/>
        </w:rPr>
        <w:t xml:space="preserve"> problemowy</w:t>
      </w:r>
      <w:r w:rsidR="00923D7D" w:rsidRPr="006172A8">
        <w:rPr>
          <w:rFonts w:ascii="Corbel" w:hAnsi="Corbel"/>
          <w:bCs/>
          <w:i/>
          <w:smallCaps w:val="0"/>
          <w:sz w:val="20"/>
          <w:szCs w:val="20"/>
        </w:rPr>
        <w:t xml:space="preserve">, </w:t>
      </w:r>
      <w:r w:rsidR="0085747A" w:rsidRPr="006172A8">
        <w:rPr>
          <w:rFonts w:ascii="Corbel" w:hAnsi="Corbel"/>
          <w:bCs/>
          <w:i/>
          <w:smallCaps w:val="0"/>
          <w:sz w:val="20"/>
          <w:szCs w:val="20"/>
        </w:rPr>
        <w:t>wykład z prezentacją multimedialną</w:t>
      </w:r>
      <w:r w:rsidR="00923D7D" w:rsidRPr="006172A8">
        <w:rPr>
          <w:rFonts w:ascii="Corbel" w:hAnsi="Corbel"/>
          <w:bCs/>
          <w:i/>
          <w:smallCaps w:val="0"/>
          <w:sz w:val="20"/>
          <w:szCs w:val="20"/>
        </w:rPr>
        <w:t>,</w:t>
      </w:r>
      <w:r w:rsidR="0085747A" w:rsidRPr="006172A8">
        <w:rPr>
          <w:rFonts w:ascii="Corbel" w:hAnsi="Corbel"/>
          <w:bCs/>
          <w:i/>
          <w:smallCaps w:val="0"/>
          <w:sz w:val="20"/>
          <w:szCs w:val="20"/>
        </w:rPr>
        <w:t xml:space="preserve"> metody kształcenia na odległość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6172A8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172A8" w:rsidRPr="00B169DF" w14:paraId="6794E66F" w14:textId="77777777" w:rsidTr="006172A8">
        <w:tc>
          <w:tcPr>
            <w:tcW w:w="1962" w:type="dxa"/>
          </w:tcPr>
          <w:p w14:paraId="20D6EE9C" w14:textId="14E0BCCA" w:rsidR="006172A8" w:rsidRPr="00B169DF" w:rsidRDefault="003666D5" w:rsidP="003666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EK_01-EK_03</w:t>
            </w:r>
          </w:p>
        </w:tc>
        <w:tc>
          <w:tcPr>
            <w:tcW w:w="5441" w:type="dxa"/>
          </w:tcPr>
          <w:p w14:paraId="708C9AC7" w14:textId="79F66A41" w:rsidR="006172A8" w:rsidRPr="006172A8" w:rsidRDefault="006172A8" w:rsidP="00617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72A8">
              <w:rPr>
                <w:rFonts w:ascii="Corbel" w:hAnsi="Corbel"/>
                <w:b w:val="0"/>
                <w:szCs w:val="24"/>
              </w:rPr>
              <w:t>Obserwacja w trakcje zajęć,</w:t>
            </w:r>
            <w:r>
              <w:rPr>
                <w:rFonts w:ascii="Corbel" w:hAnsi="Corbel"/>
                <w:b w:val="0"/>
                <w:szCs w:val="24"/>
              </w:rPr>
              <w:t xml:space="preserve"> praca pisemna</w:t>
            </w:r>
            <w:r w:rsidR="00BE50CE">
              <w:rPr>
                <w:rFonts w:ascii="Corbel" w:hAnsi="Corbel"/>
                <w:b w:val="0"/>
                <w:szCs w:val="24"/>
              </w:rPr>
              <w:t xml:space="preserve"> na wybrany temat (skonsultowany z prowadzącą)</w:t>
            </w:r>
          </w:p>
        </w:tc>
        <w:tc>
          <w:tcPr>
            <w:tcW w:w="2117" w:type="dxa"/>
          </w:tcPr>
          <w:p w14:paraId="5D1AC8C4" w14:textId="7D0668FB" w:rsidR="006172A8" w:rsidRPr="00B169DF" w:rsidRDefault="00BE50CE" w:rsidP="00617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6172A8" w:rsidRPr="00B169DF" w14:paraId="2388083F" w14:textId="77777777" w:rsidTr="006172A8">
        <w:tc>
          <w:tcPr>
            <w:tcW w:w="1962" w:type="dxa"/>
          </w:tcPr>
          <w:p w14:paraId="56592B5B" w14:textId="487E520B" w:rsidR="006172A8" w:rsidRPr="00B169DF" w:rsidRDefault="006172A8" w:rsidP="00617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5E125A4" w14:textId="77777777" w:rsidR="006172A8" w:rsidRPr="00B169DF" w:rsidRDefault="006172A8" w:rsidP="00617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</w:tcPr>
          <w:p w14:paraId="196DC76B" w14:textId="77777777" w:rsidR="006172A8" w:rsidRPr="00B169DF" w:rsidRDefault="006172A8" w:rsidP="00617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BE50CE">
        <w:trPr>
          <w:trHeight w:val="688"/>
        </w:trPr>
        <w:tc>
          <w:tcPr>
            <w:tcW w:w="9670" w:type="dxa"/>
          </w:tcPr>
          <w:p w14:paraId="1C8135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01A1E5" w14:textId="05F57160" w:rsidR="00BE50CE" w:rsidRDefault="00BE50CE" w:rsidP="00BE50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ćwiczeń będzie obecność na zajęciach, aktywność na zajęciach oraz praca pisemna</w:t>
            </w:r>
            <w:r w:rsidR="003910E0">
              <w:rPr>
                <w:rFonts w:ascii="Corbel" w:hAnsi="Corbel"/>
                <w:b w:val="0"/>
                <w:smallCaps w:val="0"/>
                <w:szCs w:val="24"/>
              </w:rPr>
              <w:t>. Praca pisemna zaś będzie oceniana według następujących kryteriów:</w:t>
            </w:r>
          </w:p>
          <w:p w14:paraId="5FAB27F4" w14:textId="29E8F1EE" w:rsidR="003910E0" w:rsidRDefault="00391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kryterium merytoryczne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sformułowany temat, 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zgodność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z tematem,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prowadzenia wypowiedzi pisemnej, argumentacja, dobór źródeł</w:t>
            </w:r>
          </w:p>
          <w:p w14:paraId="2C4A11CB" w14:textId="4063B6CE" w:rsidR="0085747A" w:rsidRPr="00B169DF" w:rsidRDefault="003910E0" w:rsidP="00391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2. kryterium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formalne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struktura pracy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>, forma podawcza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pop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>rawność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10E0">
              <w:rPr>
                <w:rFonts w:ascii="Corbel" w:hAnsi="Corbel"/>
                <w:b w:val="0"/>
                <w:smallCaps w:val="0"/>
                <w:szCs w:val="24"/>
              </w:rPr>
              <w:t xml:space="preserve"> stylistyczna, gramatyczna, ortograficzna, interpunkcyjna.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BE50CE">
        <w:tc>
          <w:tcPr>
            <w:tcW w:w="490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50CE" w:rsidRPr="00B169DF" w14:paraId="6AD4F68E" w14:textId="77777777" w:rsidTr="00BE50CE">
        <w:tc>
          <w:tcPr>
            <w:tcW w:w="4902" w:type="dxa"/>
          </w:tcPr>
          <w:p w14:paraId="749E4829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74345AD" w14:textId="00DAE323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50CE" w:rsidRPr="00B169DF" w14:paraId="654D8B81" w14:textId="77777777" w:rsidTr="00BE50CE">
        <w:tc>
          <w:tcPr>
            <w:tcW w:w="4902" w:type="dxa"/>
          </w:tcPr>
          <w:p w14:paraId="07039768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FD420F6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8014F56" w14:textId="70F899A3" w:rsidR="00BE50CE" w:rsidRPr="00B169DF" w:rsidRDefault="003666D5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0CE" w:rsidRPr="00B169DF" w14:paraId="7F057C18" w14:textId="77777777" w:rsidTr="00BE50CE">
        <w:tc>
          <w:tcPr>
            <w:tcW w:w="4902" w:type="dxa"/>
          </w:tcPr>
          <w:p w14:paraId="6AEDB80A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5482A713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FC1A4A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18" w:type="dxa"/>
          </w:tcPr>
          <w:p w14:paraId="52F0E81D" w14:textId="7073568E" w:rsidR="00BE50CE" w:rsidRPr="00B169DF" w:rsidRDefault="003666D5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E50CE" w:rsidRPr="00B169DF" w14:paraId="41E1B402" w14:textId="77777777" w:rsidTr="00BE50CE">
        <w:tc>
          <w:tcPr>
            <w:tcW w:w="4902" w:type="dxa"/>
          </w:tcPr>
          <w:p w14:paraId="1076A393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6E05CF" w14:textId="26DF5772" w:rsidR="00BE50CE" w:rsidRPr="00B169DF" w:rsidRDefault="003666D5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E50CE" w:rsidRPr="00B169DF" w14:paraId="3028168B" w14:textId="77777777" w:rsidTr="00BE50CE">
        <w:tc>
          <w:tcPr>
            <w:tcW w:w="4902" w:type="dxa"/>
          </w:tcPr>
          <w:p w14:paraId="0AC39A74" w14:textId="77777777" w:rsidR="00BE50CE" w:rsidRPr="00B169DF" w:rsidRDefault="00BE50CE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D0912EF" w14:textId="7FE0A1F4" w:rsidR="00BE50CE" w:rsidRPr="00B169DF" w:rsidRDefault="008C62C1" w:rsidP="00BE5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1C63AC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15328" w14:textId="0E9211A6" w:rsidR="00617F6D" w:rsidRDefault="00617F6D" w:rsidP="00625077">
            <w:pPr>
              <w:pStyle w:val="Punktygwne"/>
              <w:spacing w:before="0" w:after="0"/>
              <w:rPr>
                <w:b w:val="0"/>
                <w:smallCaps w:val="0"/>
                <w:sz w:val="26"/>
                <w:szCs w:val="26"/>
              </w:rPr>
            </w:pPr>
            <w:r w:rsidRPr="00617F6D">
              <w:rPr>
                <w:b w:val="0"/>
                <w:smallCaps w:val="0"/>
                <w:sz w:val="26"/>
                <w:szCs w:val="26"/>
              </w:rPr>
              <w:t xml:space="preserve">A. Śliz, M.S. Szczepański (red.), </w:t>
            </w:r>
            <w:r w:rsidRPr="00617F6D">
              <w:rPr>
                <w:b w:val="0"/>
                <w:i/>
                <w:iCs/>
                <w:smallCaps w:val="0"/>
                <w:sz w:val="26"/>
                <w:szCs w:val="26"/>
              </w:rPr>
              <w:t>Wielokulturowość: konflikt czy koegzystencja?</w:t>
            </w:r>
            <w:r w:rsidRPr="00617F6D">
              <w:rPr>
                <w:b w:val="0"/>
                <w:smallCaps w:val="0"/>
                <w:sz w:val="26"/>
                <w:szCs w:val="26"/>
              </w:rPr>
              <w:t>, Wydawnictwo IFiS PAN, Warszawa 2011;</w:t>
            </w:r>
          </w:p>
          <w:p w14:paraId="51028ED3" w14:textId="50C5711D" w:rsidR="00625077" w:rsidRPr="00A964E5" w:rsidRDefault="00625077" w:rsidP="00625077">
            <w:pPr>
              <w:pStyle w:val="Punktygwne"/>
              <w:spacing w:before="0" w:after="0"/>
              <w:rPr>
                <w:b w:val="0"/>
                <w:smallCaps w:val="0"/>
                <w:sz w:val="26"/>
                <w:szCs w:val="26"/>
              </w:rPr>
            </w:pPr>
            <w:r w:rsidRPr="00A964E5">
              <w:rPr>
                <w:b w:val="0"/>
                <w:smallCaps w:val="0"/>
                <w:sz w:val="26"/>
                <w:szCs w:val="26"/>
              </w:rPr>
              <w:t>D</w:t>
            </w:r>
            <w:r>
              <w:rPr>
                <w:b w:val="0"/>
                <w:smallCaps w:val="0"/>
                <w:sz w:val="26"/>
                <w:szCs w:val="26"/>
              </w:rPr>
              <w:t>.</w:t>
            </w:r>
            <w:r w:rsidRPr="00A964E5">
              <w:rPr>
                <w:b w:val="0"/>
                <w:smallCaps w:val="0"/>
                <w:sz w:val="26"/>
                <w:szCs w:val="26"/>
              </w:rPr>
              <w:t xml:space="preserve"> Pietrzyk-Reeves, M</w:t>
            </w:r>
            <w:r>
              <w:rPr>
                <w:b w:val="0"/>
                <w:smallCaps w:val="0"/>
                <w:sz w:val="26"/>
                <w:szCs w:val="26"/>
              </w:rPr>
              <w:t>.</w:t>
            </w:r>
            <w:r w:rsidRPr="00A964E5">
              <w:rPr>
                <w:b w:val="0"/>
                <w:smallCaps w:val="0"/>
                <w:sz w:val="26"/>
                <w:szCs w:val="26"/>
              </w:rPr>
              <w:t xml:space="preserve"> Kułakowska (red.), </w:t>
            </w:r>
            <w:r w:rsidRPr="00A964E5">
              <w:rPr>
                <w:b w:val="0"/>
                <w:i/>
                <w:iCs/>
                <w:smallCaps w:val="0"/>
                <w:sz w:val="26"/>
                <w:szCs w:val="26"/>
              </w:rPr>
              <w:t>Studia nad wielokulturowością</w:t>
            </w:r>
            <w:r w:rsidRPr="00A964E5">
              <w:rPr>
                <w:b w:val="0"/>
                <w:smallCaps w:val="0"/>
                <w:sz w:val="26"/>
                <w:szCs w:val="26"/>
              </w:rPr>
              <w:t>, Księgarnia Akademicka,</w:t>
            </w:r>
            <w:r>
              <w:rPr>
                <w:b w:val="0"/>
                <w:smallCaps w:val="0"/>
                <w:sz w:val="26"/>
                <w:szCs w:val="26"/>
              </w:rPr>
              <w:t xml:space="preserve"> </w:t>
            </w:r>
            <w:r w:rsidRPr="00A964E5">
              <w:rPr>
                <w:b w:val="0"/>
                <w:smallCaps w:val="0"/>
                <w:sz w:val="26"/>
                <w:szCs w:val="26"/>
              </w:rPr>
              <w:t>Kraków 2010</w:t>
            </w:r>
            <w:r>
              <w:rPr>
                <w:b w:val="0"/>
                <w:smallCaps w:val="0"/>
                <w:sz w:val="26"/>
                <w:szCs w:val="26"/>
              </w:rPr>
              <w:t>;</w:t>
            </w:r>
          </w:p>
          <w:p w14:paraId="6A2E0DD1" w14:textId="3F694872" w:rsidR="00625077" w:rsidRPr="00A964E5" w:rsidRDefault="00625077" w:rsidP="00625077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b w:val="0"/>
                <w:smallCaps w:val="0"/>
                <w:sz w:val="26"/>
                <w:szCs w:val="26"/>
              </w:rPr>
            </w:pPr>
            <w:r w:rsidRPr="00625077">
              <w:rPr>
                <w:b w:val="0"/>
                <w:smallCaps w:val="0"/>
                <w:sz w:val="26"/>
                <w:szCs w:val="26"/>
                <w:lang w:val="en-US"/>
              </w:rPr>
              <w:t xml:space="preserve">A. Szahaj, </w:t>
            </w:r>
            <w:r w:rsidRPr="00625077">
              <w:rPr>
                <w:b w:val="0"/>
                <w:i/>
                <w:iCs/>
                <w:smallCaps w:val="0"/>
                <w:sz w:val="26"/>
                <w:szCs w:val="26"/>
                <w:lang w:val="en-US"/>
              </w:rPr>
              <w:t xml:space="preserve">"E pluribus unum? </w:t>
            </w:r>
            <w:r w:rsidRPr="00A964E5">
              <w:rPr>
                <w:b w:val="0"/>
                <w:i/>
                <w:iCs/>
                <w:smallCaps w:val="0"/>
                <w:sz w:val="26"/>
                <w:szCs w:val="26"/>
              </w:rPr>
              <w:t>Dylematy wielokulturowości i politycznej poprawności"</w:t>
            </w:r>
            <w:r>
              <w:rPr>
                <w:b w:val="0"/>
                <w:smallCaps w:val="0"/>
                <w:sz w:val="26"/>
                <w:szCs w:val="26"/>
              </w:rPr>
              <w:t>,</w:t>
            </w:r>
            <w:r w:rsidR="00525CA4">
              <w:rPr>
                <w:b w:val="0"/>
                <w:smallCaps w:val="0"/>
                <w:sz w:val="26"/>
                <w:szCs w:val="26"/>
              </w:rPr>
              <w:t xml:space="preserve"> </w:t>
            </w:r>
            <w:r w:rsidRPr="00A964E5">
              <w:rPr>
                <w:b w:val="0"/>
                <w:smallCaps w:val="0"/>
                <w:sz w:val="26"/>
                <w:szCs w:val="26"/>
              </w:rPr>
              <w:t xml:space="preserve">Universitas, </w:t>
            </w:r>
            <w:r>
              <w:rPr>
                <w:b w:val="0"/>
                <w:smallCaps w:val="0"/>
                <w:sz w:val="26"/>
                <w:szCs w:val="26"/>
              </w:rPr>
              <w:t xml:space="preserve">Kraków </w:t>
            </w:r>
            <w:r w:rsidRPr="00A964E5">
              <w:rPr>
                <w:b w:val="0"/>
                <w:smallCaps w:val="0"/>
                <w:sz w:val="26"/>
                <w:szCs w:val="26"/>
              </w:rPr>
              <w:t>2004</w:t>
            </w:r>
            <w:r>
              <w:rPr>
                <w:b w:val="0"/>
                <w:smallCaps w:val="0"/>
                <w:sz w:val="26"/>
                <w:szCs w:val="26"/>
              </w:rPr>
              <w:t>;</w:t>
            </w:r>
          </w:p>
          <w:p w14:paraId="6764AD3A" w14:textId="79819466" w:rsidR="003C201A" w:rsidRPr="00A964E5" w:rsidRDefault="003C201A" w:rsidP="003C201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>
              <w:rPr>
                <w:b w:val="0"/>
                <w:smallCaps w:val="0"/>
                <w:color w:val="000000"/>
                <w:sz w:val="26"/>
                <w:szCs w:val="26"/>
              </w:rPr>
              <w:lastRenderedPageBreak/>
              <w:t xml:space="preserve">A. 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Kwiatkowska,  </w:t>
            </w:r>
            <w:r w:rsidRPr="00A964E5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Wielokulturowość w ujęciu interdyscyplinarnym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>, Wydawnictwo Naukowe PWN–Instytut Psychologii PAN, Warszawa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 2019;</w:t>
            </w:r>
          </w:p>
          <w:p w14:paraId="1C56881A" w14:textId="53BF0A1B" w:rsidR="003C201A" w:rsidRDefault="003C201A" w:rsidP="003C201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>
              <w:rPr>
                <w:b w:val="0"/>
                <w:smallCaps w:val="0"/>
                <w:color w:val="000000"/>
                <w:sz w:val="26"/>
                <w:szCs w:val="26"/>
              </w:rPr>
              <w:t>W. Ky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mlicka, </w:t>
            </w:r>
            <w:r w:rsidRPr="00A964E5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Współczesna filozofia polityczna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>, tłum. Andrzej Pawelec, Fundacja Aletheia, Warszawa.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 2009;</w:t>
            </w:r>
          </w:p>
          <w:p w14:paraId="3EB014DA" w14:textId="030FA237" w:rsidR="003C201A" w:rsidRDefault="003C201A" w:rsidP="003C201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 w:rsidRPr="004505B5">
              <w:rPr>
                <w:b w:val="0"/>
                <w:smallCaps w:val="0"/>
                <w:color w:val="000000"/>
                <w:sz w:val="26"/>
                <w:szCs w:val="26"/>
              </w:rPr>
              <w:t>L</w:t>
            </w:r>
            <w:r w:rsidR="00617F6D" w:rsidRPr="004505B5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  <w:r w:rsidRPr="004505B5">
              <w:rPr>
                <w:b w:val="0"/>
                <w:smallCaps w:val="0"/>
                <w:color w:val="000000"/>
                <w:sz w:val="26"/>
                <w:szCs w:val="26"/>
              </w:rPr>
              <w:t xml:space="preserve"> Zdybel, J</w:t>
            </w:r>
            <w:r w:rsidR="00617F6D" w:rsidRPr="004505B5">
              <w:rPr>
                <w:b w:val="0"/>
                <w:smallCaps w:val="0"/>
                <w:color w:val="000000"/>
                <w:sz w:val="26"/>
                <w:szCs w:val="26"/>
              </w:rPr>
              <w:t>.</w:t>
            </w:r>
            <w:r w:rsidRPr="004505B5">
              <w:rPr>
                <w:b w:val="0"/>
                <w:smallCaps w:val="0"/>
                <w:color w:val="000000"/>
                <w:sz w:val="26"/>
                <w:szCs w:val="26"/>
              </w:rPr>
              <w:t xml:space="preserve"> Zdybel (red.) </w:t>
            </w:r>
            <w:r w:rsidRPr="0003286D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Filozofia polityki współcześnie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, </w:t>
            </w:r>
            <w:r w:rsidR="00617F6D">
              <w:rPr>
                <w:b w:val="0"/>
                <w:smallCaps w:val="0"/>
                <w:color w:val="000000"/>
                <w:sz w:val="26"/>
                <w:szCs w:val="26"/>
              </w:rPr>
              <w:t xml:space="preserve">Universitas, 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>Kraków 2013</w:t>
            </w:r>
            <w:r w:rsidR="00617F6D">
              <w:rPr>
                <w:b w:val="0"/>
                <w:smallCaps w:val="0"/>
                <w:color w:val="000000"/>
                <w:sz w:val="26"/>
                <w:szCs w:val="26"/>
              </w:rPr>
              <w:t>;</w:t>
            </w:r>
          </w:p>
          <w:p w14:paraId="041CCD02" w14:textId="288D4B9F" w:rsidR="003C201A" w:rsidRDefault="003C201A" w:rsidP="003C201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Tadeusz Buksiński, </w:t>
            </w:r>
            <w:r w:rsidRPr="0003286D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Współczesne filozofie polityki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>, Wydawnictwo UAM, Poznań 2006</w:t>
            </w:r>
            <w:r w:rsidR="00617F6D">
              <w:rPr>
                <w:b w:val="0"/>
                <w:smallCaps w:val="0"/>
                <w:color w:val="000000"/>
                <w:sz w:val="26"/>
                <w:szCs w:val="26"/>
              </w:rPr>
              <w:t>;</w:t>
            </w:r>
          </w:p>
          <w:p w14:paraId="4092054E" w14:textId="3FBB9696" w:rsidR="003C201A" w:rsidRPr="00A964E5" w:rsidRDefault="00617F6D" w:rsidP="003C201A">
            <w:pPr>
              <w:pStyle w:val="Punktygwne"/>
              <w:spacing w:before="0" w:after="0"/>
              <w:rPr>
                <w:b w:val="0"/>
                <w:smallCaps w:val="0"/>
                <w:sz w:val="26"/>
                <w:szCs w:val="26"/>
              </w:rPr>
            </w:pPr>
            <w:r>
              <w:rPr>
                <w:b w:val="0"/>
                <w:bCs/>
                <w:smallCaps w:val="0"/>
                <w:sz w:val="26"/>
                <w:szCs w:val="26"/>
              </w:rPr>
              <w:t xml:space="preserve">M. </w:t>
            </w:r>
            <w:r w:rsidR="003C201A" w:rsidRPr="0003286D">
              <w:rPr>
                <w:b w:val="0"/>
                <w:bCs/>
                <w:smallCaps w:val="0"/>
                <w:sz w:val="26"/>
                <w:szCs w:val="26"/>
              </w:rPr>
              <w:t xml:space="preserve">Golka. </w:t>
            </w:r>
            <w:r w:rsidR="003C201A" w:rsidRPr="0003286D">
              <w:rPr>
                <w:b w:val="0"/>
                <w:bCs/>
                <w:i/>
                <w:iCs/>
                <w:smallCaps w:val="0"/>
                <w:sz w:val="26"/>
                <w:szCs w:val="26"/>
              </w:rPr>
              <w:t>Imiona wielokulturowości</w:t>
            </w:r>
            <w:r w:rsidR="003C201A" w:rsidRPr="0003286D">
              <w:rPr>
                <w:b w:val="0"/>
                <w:bCs/>
                <w:smallCaps w:val="0"/>
                <w:sz w:val="26"/>
                <w:szCs w:val="26"/>
              </w:rPr>
              <w:t>. Wydawnictwo Muza, Warszawa 2010.</w:t>
            </w:r>
          </w:p>
          <w:p w14:paraId="3157E89B" w14:textId="77777777" w:rsidR="00625077" w:rsidRPr="00B169DF" w:rsidRDefault="006250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338AA" w:rsidRPr="00B169DF" w14:paraId="63EAA751" w14:textId="77777777" w:rsidTr="0071620A">
        <w:trPr>
          <w:trHeight w:val="397"/>
        </w:trPr>
        <w:tc>
          <w:tcPr>
            <w:tcW w:w="7513" w:type="dxa"/>
          </w:tcPr>
          <w:p w14:paraId="6D6C0437" w14:textId="77777777" w:rsidR="00B338AA" w:rsidRPr="00B169DF" w:rsidRDefault="00B3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2A0AB11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0CD6D3" w14:textId="70293190" w:rsidR="00B338AA" w:rsidRPr="00A964E5" w:rsidRDefault="00B338AA" w:rsidP="00B338AA">
            <w:pPr>
              <w:pStyle w:val="Punktygwne"/>
              <w:spacing w:before="0" w:after="0"/>
              <w:rPr>
                <w:b w:val="0"/>
                <w:smallCaps w:val="0"/>
                <w:sz w:val="26"/>
                <w:szCs w:val="26"/>
              </w:rPr>
            </w:pPr>
            <w:r w:rsidRPr="00A964E5">
              <w:rPr>
                <w:b w:val="0"/>
                <w:smallCaps w:val="0"/>
                <w:sz w:val="26"/>
                <w:szCs w:val="26"/>
              </w:rPr>
              <w:t>J</w:t>
            </w:r>
            <w:r w:rsidR="005A124B">
              <w:rPr>
                <w:b w:val="0"/>
                <w:smallCaps w:val="0"/>
                <w:sz w:val="26"/>
                <w:szCs w:val="26"/>
              </w:rPr>
              <w:t>.</w:t>
            </w:r>
            <w:r w:rsidRPr="00A964E5">
              <w:rPr>
                <w:b w:val="0"/>
                <w:smallCaps w:val="0"/>
                <w:sz w:val="26"/>
                <w:szCs w:val="26"/>
              </w:rPr>
              <w:t xml:space="preserve"> Królikowska (red.), </w:t>
            </w:r>
            <w:r w:rsidRPr="0003286D">
              <w:rPr>
                <w:b w:val="0"/>
                <w:i/>
                <w:iCs/>
                <w:smallCaps w:val="0"/>
                <w:sz w:val="26"/>
                <w:szCs w:val="26"/>
              </w:rPr>
              <w:t>(Złudne) obietnice wielokulturowości</w:t>
            </w:r>
            <w:r w:rsidRPr="00A964E5">
              <w:rPr>
                <w:b w:val="0"/>
                <w:smallCaps w:val="0"/>
                <w:sz w:val="26"/>
                <w:szCs w:val="26"/>
              </w:rPr>
              <w:t>,</w:t>
            </w:r>
          </w:p>
          <w:p w14:paraId="009A40FC" w14:textId="4D3A4F6A" w:rsidR="00B338AA" w:rsidRDefault="00B338AA" w:rsidP="00B338AA">
            <w:pPr>
              <w:pStyle w:val="Punktygwne"/>
              <w:spacing w:before="0" w:after="0"/>
              <w:rPr>
                <w:b w:val="0"/>
                <w:smallCaps w:val="0"/>
                <w:sz w:val="26"/>
                <w:szCs w:val="26"/>
              </w:rPr>
            </w:pPr>
            <w:r w:rsidRPr="00A964E5">
              <w:rPr>
                <w:b w:val="0"/>
                <w:smallCaps w:val="0"/>
                <w:sz w:val="26"/>
                <w:szCs w:val="26"/>
              </w:rPr>
              <w:t>Wydawnictw</w:t>
            </w:r>
            <w:r w:rsidR="00F86C9A">
              <w:rPr>
                <w:b w:val="0"/>
                <w:smallCaps w:val="0"/>
                <w:sz w:val="26"/>
                <w:szCs w:val="26"/>
              </w:rPr>
              <w:t>o</w:t>
            </w:r>
            <w:r w:rsidRPr="00A964E5">
              <w:rPr>
                <w:b w:val="0"/>
                <w:smallCaps w:val="0"/>
                <w:sz w:val="26"/>
                <w:szCs w:val="26"/>
              </w:rPr>
              <w:t xml:space="preserve"> Uniwersytetu Warszawskiego, Warszawa</w:t>
            </w:r>
            <w:r w:rsidR="00F86C9A">
              <w:rPr>
                <w:b w:val="0"/>
                <w:smallCaps w:val="0"/>
                <w:sz w:val="26"/>
                <w:szCs w:val="26"/>
              </w:rPr>
              <w:t xml:space="preserve"> 2012;</w:t>
            </w:r>
          </w:p>
          <w:p w14:paraId="38BBBF57" w14:textId="57E9A260" w:rsidR="00B338AA" w:rsidRPr="00A964E5" w:rsidRDefault="00B338AA" w:rsidP="00B338A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M. 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>Walzer</w:t>
            </w: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  <w:r w:rsidRPr="0003286D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O tolerancji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>, Wyd. Aletheia, Warszawa 2013</w:t>
            </w:r>
            <w:r w:rsidR="00F86C9A">
              <w:rPr>
                <w:b w:val="0"/>
                <w:smallCaps w:val="0"/>
                <w:color w:val="000000"/>
                <w:sz w:val="26"/>
                <w:szCs w:val="26"/>
              </w:rPr>
              <w:t>;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 </w:t>
            </w:r>
          </w:p>
          <w:p w14:paraId="15A84480" w14:textId="60A314C7" w:rsidR="00B338AA" w:rsidRPr="00A964E5" w:rsidRDefault="00B338AA" w:rsidP="00B338A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6"/>
                <w:szCs w:val="26"/>
              </w:rPr>
            </w:pPr>
            <w:r>
              <w:rPr>
                <w:b w:val="0"/>
                <w:smallCaps w:val="0"/>
                <w:color w:val="000000"/>
                <w:sz w:val="26"/>
                <w:szCs w:val="26"/>
              </w:rPr>
              <w:t xml:space="preserve">S. 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Huntington </w:t>
            </w:r>
            <w:r w:rsidRPr="0003286D">
              <w:rPr>
                <w:b w:val="0"/>
                <w:i/>
                <w:iCs/>
                <w:smallCaps w:val="0"/>
                <w:color w:val="000000"/>
                <w:sz w:val="26"/>
                <w:szCs w:val="26"/>
              </w:rPr>
              <w:t>Zderzenie cywilizacji i nowy kształt ładu światowego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>, wyd. MUZA, Warszawa 2003</w:t>
            </w:r>
            <w:r w:rsidR="00F86C9A">
              <w:rPr>
                <w:b w:val="0"/>
                <w:smallCaps w:val="0"/>
                <w:color w:val="000000"/>
                <w:sz w:val="26"/>
                <w:szCs w:val="26"/>
              </w:rPr>
              <w:t>;</w:t>
            </w:r>
            <w:r w:rsidRPr="00A964E5">
              <w:rPr>
                <w:b w:val="0"/>
                <w:smallCaps w:val="0"/>
                <w:color w:val="000000"/>
                <w:sz w:val="26"/>
                <w:szCs w:val="26"/>
              </w:rPr>
              <w:t xml:space="preserve">  </w:t>
            </w:r>
          </w:p>
          <w:p w14:paraId="5D6919F0" w14:textId="0C6A82EC" w:rsidR="00B338AA" w:rsidRDefault="00B338AA" w:rsidP="00B338A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b w:val="0"/>
                <w:smallCaps w:val="0"/>
                <w:sz w:val="26"/>
                <w:szCs w:val="26"/>
              </w:rPr>
              <w:t>A. K</w:t>
            </w:r>
            <w:r w:rsidRPr="00865B69">
              <w:rPr>
                <w:b w:val="0"/>
                <w:smallCaps w:val="0"/>
                <w:sz w:val="26"/>
                <w:szCs w:val="26"/>
              </w:rPr>
              <w:t xml:space="preserve">ołakowska., </w:t>
            </w:r>
            <w:r w:rsidRPr="0003286D">
              <w:rPr>
                <w:b w:val="0"/>
                <w:i/>
                <w:iCs/>
                <w:smallCaps w:val="0"/>
                <w:sz w:val="26"/>
                <w:szCs w:val="26"/>
              </w:rPr>
              <w:t>Wojny kultur i inne wojny</w:t>
            </w:r>
            <w:r w:rsidRPr="00865B69">
              <w:rPr>
                <w:b w:val="0"/>
                <w:smallCaps w:val="0"/>
                <w:sz w:val="26"/>
                <w:szCs w:val="26"/>
              </w:rPr>
              <w:t>, wyd. Teologia Polityczna, Warszawa, 2012</w:t>
            </w:r>
            <w:r w:rsidR="00617F6D">
              <w:rPr>
                <w:b w:val="0"/>
                <w:smallCaps w:val="0"/>
                <w:sz w:val="26"/>
                <w:szCs w:val="26"/>
              </w:rPr>
              <w:t>.</w:t>
            </w:r>
          </w:p>
          <w:p w14:paraId="5C4331CF" w14:textId="77777777" w:rsidR="00B338AA" w:rsidRDefault="00B338A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0D8CF9D3" w14:textId="77777777" w:rsidR="00B338AA" w:rsidRPr="00B169DF" w:rsidRDefault="00B338A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42C" w14:textId="77777777" w:rsidR="002773B2" w:rsidRDefault="002773B2" w:rsidP="00C16ABF">
      <w:pPr>
        <w:spacing w:after="0" w:line="240" w:lineRule="auto"/>
      </w:pPr>
      <w:r>
        <w:separator/>
      </w:r>
    </w:p>
  </w:endnote>
  <w:endnote w:type="continuationSeparator" w:id="0">
    <w:p w14:paraId="125173C4" w14:textId="77777777" w:rsidR="002773B2" w:rsidRDefault="002773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81127" w14:textId="77777777" w:rsidR="002773B2" w:rsidRDefault="002773B2" w:rsidP="00C16ABF">
      <w:pPr>
        <w:spacing w:after="0" w:line="240" w:lineRule="auto"/>
      </w:pPr>
      <w:r>
        <w:separator/>
      </w:r>
    </w:p>
  </w:footnote>
  <w:footnote w:type="continuationSeparator" w:id="0">
    <w:p w14:paraId="641D7762" w14:textId="77777777" w:rsidR="002773B2" w:rsidRDefault="002773B2" w:rsidP="00C16ABF">
      <w:pPr>
        <w:spacing w:after="0" w:line="240" w:lineRule="auto"/>
      </w:pPr>
      <w:r>
        <w:continuationSeparator/>
      </w:r>
    </w:p>
  </w:footnote>
  <w:footnote w:id="1">
    <w:p w14:paraId="42EDF2B1" w14:textId="77777777" w:rsidR="002A0DAA" w:rsidRDefault="002A0DAA" w:rsidP="002A0DA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15C2"/>
    <w:multiLevelType w:val="hybridMultilevel"/>
    <w:tmpl w:val="0D304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BA339F"/>
    <w:multiLevelType w:val="hybridMultilevel"/>
    <w:tmpl w:val="4C5248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865937">
    <w:abstractNumId w:val="1"/>
  </w:num>
  <w:num w:numId="2" w16cid:durableId="644899326">
    <w:abstractNumId w:val="0"/>
  </w:num>
  <w:num w:numId="3" w16cid:durableId="157693205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712"/>
    <w:rsid w:val="000048FD"/>
    <w:rsid w:val="000077B4"/>
    <w:rsid w:val="00015B8F"/>
    <w:rsid w:val="00022ECE"/>
    <w:rsid w:val="0003185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77B"/>
    <w:rsid w:val="000B192D"/>
    <w:rsid w:val="000B28EE"/>
    <w:rsid w:val="000B3E37"/>
    <w:rsid w:val="000D04B0"/>
    <w:rsid w:val="000E12F0"/>
    <w:rsid w:val="000F1C57"/>
    <w:rsid w:val="000F4FBE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3B2"/>
    <w:rsid w:val="00281FF2"/>
    <w:rsid w:val="002857DE"/>
    <w:rsid w:val="00291567"/>
    <w:rsid w:val="002A0DAA"/>
    <w:rsid w:val="002A22BF"/>
    <w:rsid w:val="002A2389"/>
    <w:rsid w:val="002A3823"/>
    <w:rsid w:val="002A62F2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F6"/>
    <w:rsid w:val="003343CF"/>
    <w:rsid w:val="00341D86"/>
    <w:rsid w:val="00346FE9"/>
    <w:rsid w:val="0034759A"/>
    <w:rsid w:val="003503F6"/>
    <w:rsid w:val="003530DD"/>
    <w:rsid w:val="00363F78"/>
    <w:rsid w:val="003666D5"/>
    <w:rsid w:val="003910E0"/>
    <w:rsid w:val="003A0A5B"/>
    <w:rsid w:val="003A1176"/>
    <w:rsid w:val="003C0BAE"/>
    <w:rsid w:val="003C201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5B5"/>
    <w:rsid w:val="00455DC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25CA4"/>
    <w:rsid w:val="0053439C"/>
    <w:rsid w:val="005363C4"/>
    <w:rsid w:val="00536BDE"/>
    <w:rsid w:val="00543ACC"/>
    <w:rsid w:val="00550413"/>
    <w:rsid w:val="0056696D"/>
    <w:rsid w:val="0059484D"/>
    <w:rsid w:val="005A0855"/>
    <w:rsid w:val="005A124B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172A8"/>
    <w:rsid w:val="00617F6D"/>
    <w:rsid w:val="00621CE1"/>
    <w:rsid w:val="00625077"/>
    <w:rsid w:val="00627FC9"/>
    <w:rsid w:val="00647FA8"/>
    <w:rsid w:val="00650C5F"/>
    <w:rsid w:val="00654934"/>
    <w:rsid w:val="006620D9"/>
    <w:rsid w:val="006654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ED"/>
    <w:rsid w:val="007D6E56"/>
    <w:rsid w:val="007F4155"/>
    <w:rsid w:val="0081554D"/>
    <w:rsid w:val="0081707E"/>
    <w:rsid w:val="00825C85"/>
    <w:rsid w:val="008449B3"/>
    <w:rsid w:val="008552A2"/>
    <w:rsid w:val="0085747A"/>
    <w:rsid w:val="00884922"/>
    <w:rsid w:val="00885F64"/>
    <w:rsid w:val="008917F9"/>
    <w:rsid w:val="008A45F7"/>
    <w:rsid w:val="008B577D"/>
    <w:rsid w:val="008C0CC0"/>
    <w:rsid w:val="008C0F1E"/>
    <w:rsid w:val="008C19A9"/>
    <w:rsid w:val="008C379D"/>
    <w:rsid w:val="008C5147"/>
    <w:rsid w:val="008C5359"/>
    <w:rsid w:val="008C5363"/>
    <w:rsid w:val="008C62C1"/>
    <w:rsid w:val="008C7C8B"/>
    <w:rsid w:val="008D3DFB"/>
    <w:rsid w:val="008E64F4"/>
    <w:rsid w:val="008F12C9"/>
    <w:rsid w:val="008F6E29"/>
    <w:rsid w:val="00916188"/>
    <w:rsid w:val="00916903"/>
    <w:rsid w:val="00923D7D"/>
    <w:rsid w:val="009508DF"/>
    <w:rsid w:val="00950DAC"/>
    <w:rsid w:val="009534EE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ED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338AA"/>
    <w:rsid w:val="00B40ADB"/>
    <w:rsid w:val="00B41FCF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B02"/>
    <w:rsid w:val="00BB520A"/>
    <w:rsid w:val="00BD3869"/>
    <w:rsid w:val="00BD66E9"/>
    <w:rsid w:val="00BD6FF4"/>
    <w:rsid w:val="00BE50CE"/>
    <w:rsid w:val="00BF2C41"/>
    <w:rsid w:val="00C03750"/>
    <w:rsid w:val="00C0394D"/>
    <w:rsid w:val="00C058B4"/>
    <w:rsid w:val="00C05F44"/>
    <w:rsid w:val="00C131B5"/>
    <w:rsid w:val="00C16ABF"/>
    <w:rsid w:val="00C170AE"/>
    <w:rsid w:val="00C26CB7"/>
    <w:rsid w:val="00C30C1B"/>
    <w:rsid w:val="00C324C1"/>
    <w:rsid w:val="00C36992"/>
    <w:rsid w:val="00C47876"/>
    <w:rsid w:val="00C56036"/>
    <w:rsid w:val="00C61DC5"/>
    <w:rsid w:val="00C67E92"/>
    <w:rsid w:val="00C70A26"/>
    <w:rsid w:val="00C766DF"/>
    <w:rsid w:val="00C94B98"/>
    <w:rsid w:val="00CA2B96"/>
    <w:rsid w:val="00CA5089"/>
    <w:rsid w:val="00CC71B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352DA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3874"/>
    <w:rsid w:val="00DF71C8"/>
    <w:rsid w:val="00E129B8"/>
    <w:rsid w:val="00E21E7D"/>
    <w:rsid w:val="00E22FBC"/>
    <w:rsid w:val="00E231C0"/>
    <w:rsid w:val="00E24BF5"/>
    <w:rsid w:val="00E25338"/>
    <w:rsid w:val="00E5008D"/>
    <w:rsid w:val="00E51E44"/>
    <w:rsid w:val="00E530C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6C9A"/>
    <w:rsid w:val="00F95885"/>
    <w:rsid w:val="00F974DA"/>
    <w:rsid w:val="00FA46E5"/>
    <w:rsid w:val="00FB5786"/>
    <w:rsid w:val="00FB7DBA"/>
    <w:rsid w:val="00FC1A4A"/>
    <w:rsid w:val="00FC1C25"/>
    <w:rsid w:val="00FC381E"/>
    <w:rsid w:val="00FC3F45"/>
    <w:rsid w:val="00FD503F"/>
    <w:rsid w:val="00FD7589"/>
    <w:rsid w:val="00FE31A0"/>
    <w:rsid w:val="00FF016A"/>
    <w:rsid w:val="00FF1304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DE23-039F-4C23-859C-56B5D5629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268</TotalTime>
  <Pages>5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32</cp:revision>
  <cp:lastPrinted>2019-02-06T12:12:00Z</cp:lastPrinted>
  <dcterms:created xsi:type="dcterms:W3CDTF">2023-10-02T12:20:00Z</dcterms:created>
  <dcterms:modified xsi:type="dcterms:W3CDTF">2025-06-30T10:40:00Z</dcterms:modified>
</cp:coreProperties>
</file>